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D7" w:rsidRDefault="00644DD7">
      <w:pPr>
        <w:ind w:firstLineChars="0" w:firstLine="0"/>
        <w:jc w:val="center"/>
        <w:rPr>
          <w:rFonts w:ascii="宋体" w:cs="Times New Roman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考试大纲</w:t>
      </w:r>
    </w:p>
    <w:p w:rsidR="00644DD7" w:rsidRDefault="00644DD7" w:rsidP="00CA17C1">
      <w:pPr>
        <w:ind w:firstLine="31680"/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644DD7" w:rsidRDefault="00644DD7" w:rsidP="00CA17C1">
      <w:pPr>
        <w:ind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一、基本概念要清晰。</w:t>
      </w:r>
    </w:p>
    <w:p w:rsidR="00644DD7" w:rsidRDefault="00644DD7" w:rsidP="00CA17C1">
      <w:pPr>
        <w:ind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二、注意各章节知识的相互联系，切忌死记硬背。</w:t>
      </w:r>
    </w:p>
    <w:p w:rsidR="00644DD7" w:rsidRDefault="00644DD7" w:rsidP="00CA17C1">
      <w:pPr>
        <w:ind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三、理论联系实际。</w:t>
      </w:r>
    </w:p>
    <w:p w:rsidR="00644DD7" w:rsidRDefault="00644DD7" w:rsidP="00CA17C1">
      <w:pPr>
        <w:ind w:firstLine="31680"/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考试题型：</w:t>
      </w:r>
    </w:p>
    <w:p w:rsidR="00644DD7" w:rsidRDefault="00644DD7" w:rsidP="00CA17C1">
      <w:pPr>
        <w:ind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概念题、简述题、论述题、材料题。</w:t>
      </w:r>
    </w:p>
    <w:p w:rsidR="00644DD7" w:rsidRDefault="00644DD7" w:rsidP="00CA17C1">
      <w:pPr>
        <w:ind w:firstLine="31680"/>
        <w:rPr>
          <w:rFonts w:ascii="宋体" w:cs="Times New Roman"/>
        </w:rPr>
      </w:pP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马克思主义基本原理（</w:t>
      </w:r>
      <w:r>
        <w:rPr>
          <w:rFonts w:ascii="宋体" w:hAnsi="宋体" w:cs="宋体"/>
        </w:rPr>
        <w:t>619</w:t>
      </w:r>
      <w:r>
        <w:rPr>
          <w:rFonts w:ascii="宋体" w:hAnsi="宋体" w:cs="宋体" w:hint="eastAsia"/>
        </w:rPr>
        <w:t>）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绪论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一、马克思主义和马克思主义基本原理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二、马克思主义的创立与发展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三、马克思主义的鲜明特征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四、自觉学习和运用马克思主义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世界的物质性及发展规律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世界的物质性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事物的普遍联系与永恒发展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唯物辩证法是认识世界和改造世界的根本方法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认识的本质及发展规律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认识与实践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真理与价值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认识世界和改造世界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人类社会及其发展规律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社会基本矛盾及其运动规律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社会历史发展的动力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人民群众在历史发展中的作用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资本主义的本质及规律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商品经济和价值规律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资本主义经济制度的本质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资本主义政治制度和意识形态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第五章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资本主义的发展及其趋势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垄断资本主义的形成与发展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正确认识当代资本主义的新变化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资本主义的历史地位和发展趋势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第六章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社会主义的发展及其趋势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社会主义的产生和发展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科学社会主义的基本原则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在实践中探索现实社会主义的发展规律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第七章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共产主义最高理想及其最终实现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马克思主义经典作家对共产主义社会的展望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共产主义社会是历史发展的必然趋势</w:t>
      </w:r>
    </w:p>
    <w:p w:rsidR="00644DD7" w:rsidRDefault="00644DD7" w:rsidP="00CA17C1">
      <w:pPr>
        <w:ind w:firstLine="31680"/>
        <w:rPr>
          <w:rFonts w:ascii="宋体" w:cs="Times New Roman"/>
        </w:rPr>
      </w:pP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综合卷（</w:t>
      </w:r>
      <w:r>
        <w:rPr>
          <w:rFonts w:ascii="宋体" w:hAnsi="宋体" w:cs="宋体"/>
        </w:rPr>
        <w:t>834</w:t>
      </w:r>
      <w:bookmarkStart w:id="0" w:name="_GoBack"/>
      <w:bookmarkEnd w:id="0"/>
      <w:r>
        <w:rPr>
          <w:rFonts w:ascii="宋体" w:hAnsi="宋体" w:cs="宋体" w:hint="eastAsia"/>
        </w:rPr>
        <w:t>）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马克思主义中国化两大理论成果</w:t>
      </w:r>
    </w:p>
    <w:p w:rsidR="00644DD7" w:rsidRDefault="00644DD7">
      <w:pPr>
        <w:pStyle w:val="ListParagraph1"/>
        <w:numPr>
          <w:ilvl w:val="0"/>
          <w:numId w:val="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马克思主义中国化及其发展</w:t>
      </w:r>
    </w:p>
    <w:p w:rsidR="00644DD7" w:rsidRDefault="00644DD7">
      <w:pPr>
        <w:pStyle w:val="ListParagraph1"/>
        <w:numPr>
          <w:ilvl w:val="0"/>
          <w:numId w:val="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毛泽东思想</w:t>
      </w:r>
    </w:p>
    <w:p w:rsidR="00644DD7" w:rsidRDefault="00644DD7">
      <w:pPr>
        <w:pStyle w:val="ListParagraph1"/>
        <w:numPr>
          <w:ilvl w:val="0"/>
          <w:numId w:val="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中国特色社会主义理论体系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思想路线与理论精髓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新民主主义革命理论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新民主主义革命理论形成的依据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新民主主义革命的总路线和基本纲领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新民主主义革命的道路和基本经验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社会主义改造理论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从新民主主义到社会主义的转变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社会主义改造道路和历史经验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社会主义制度在中国的确立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社会主义建设道路初步探索的理论成果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社会主义建设道路初步探索的重要理论成果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社会主义建设道路初步探索的意义和经验教训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第五章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建设中国特色社会主义总依据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社会主义初级阶段理论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社会主义初级阶段的基本路线和基本纲领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第六章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社会主义本质和建设中国特色社会主义总任务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社会主义的本质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社会主义的根本任务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中国特色社会主义的发展战略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第七章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社会主义改革开放理论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改革开放是发展中国特色社会主义的必由之路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全面深化改革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扩大对外开放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第八章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建设中国特色社会主义总布局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建设中国特色社会主义经济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建设中国特色社会主义政治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建设中国特色社会主义文化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建设社会主义和谐社会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第五节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建设社会主义生态文明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第九章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实现祖国完全统一的理论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实现祖国完全同意是中华民族的根本利益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“和平统一、一国两制”的科学构想及其实践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第十章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中国特色社会主义外交和国际战略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外交和国际战略形成的依据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坚持走和平发展道路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第十一章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建设中国特色社会主义的根本目的和依靠力量</w:t>
      </w:r>
    </w:p>
    <w:p w:rsidR="00644DD7" w:rsidRDefault="00644DD7">
      <w:pPr>
        <w:pStyle w:val="ListParagraph1"/>
        <w:numPr>
          <w:ilvl w:val="0"/>
          <w:numId w:val="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建设中国特色社会主义的根本目的</w:t>
      </w:r>
    </w:p>
    <w:p w:rsidR="00644DD7" w:rsidRDefault="00644DD7">
      <w:pPr>
        <w:pStyle w:val="ListParagraph1"/>
        <w:numPr>
          <w:ilvl w:val="0"/>
          <w:numId w:val="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建设中国特色社会主义的依靠力量</w:t>
      </w:r>
    </w:p>
    <w:p w:rsidR="00644DD7" w:rsidRDefault="00644DD7">
      <w:pPr>
        <w:pStyle w:val="ListParagraph1"/>
        <w:numPr>
          <w:ilvl w:val="0"/>
          <w:numId w:val="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巩固和发展爱国统一战线</w:t>
      </w:r>
    </w:p>
    <w:p w:rsidR="00644DD7" w:rsidRDefault="00644DD7">
      <w:pPr>
        <w:pStyle w:val="ListParagraph1"/>
        <w:numPr>
          <w:ilvl w:val="0"/>
          <w:numId w:val="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建设巩固国防和强大军队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第十二章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建设中国特色社会主义的领导核心</w:t>
      </w:r>
    </w:p>
    <w:p w:rsidR="00644DD7" w:rsidRDefault="00644DD7">
      <w:pPr>
        <w:pStyle w:val="ListParagraph1"/>
        <w:numPr>
          <w:ilvl w:val="0"/>
          <w:numId w:val="3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党的领导是社会主义现代化建设的根本保证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全面提高党的建设科学化水平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全面从严治党</w:t>
      </w:r>
    </w:p>
    <w:p w:rsidR="00644DD7" w:rsidRDefault="00644DD7" w:rsidP="00CA17C1">
      <w:pPr>
        <w:ind w:firstLine="31680"/>
        <w:rPr>
          <w:rFonts w:ascii="宋体" w:cs="Times New Roman"/>
        </w:rPr>
      </w:pP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复试笔试科目：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思想道德修养与法律基础（</w:t>
      </w:r>
      <w:r>
        <w:rPr>
          <w:rFonts w:ascii="宋体" w:hAnsi="宋体" w:cs="宋体"/>
        </w:rPr>
        <w:t>X37</w:t>
      </w:r>
      <w:r>
        <w:rPr>
          <w:rFonts w:ascii="宋体" w:hAnsi="宋体" w:cs="宋体" w:hint="eastAsia"/>
        </w:rPr>
        <w:t>）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绪论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珍惜大学生活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开拓新的境界</w:t>
      </w:r>
    </w:p>
    <w:p w:rsidR="00644DD7" w:rsidRDefault="00644DD7">
      <w:pPr>
        <w:pStyle w:val="ListParagraph1"/>
        <w:numPr>
          <w:ilvl w:val="0"/>
          <w:numId w:val="4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适应人生新阶段</w:t>
      </w:r>
    </w:p>
    <w:p w:rsidR="00644DD7" w:rsidRDefault="00644DD7">
      <w:pPr>
        <w:pStyle w:val="ListParagraph1"/>
        <w:numPr>
          <w:ilvl w:val="0"/>
          <w:numId w:val="4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提升思想道德素质与法律素质</w:t>
      </w:r>
    </w:p>
    <w:p w:rsidR="00644DD7" w:rsidRDefault="00644DD7">
      <w:pPr>
        <w:pStyle w:val="ListParagraph1"/>
        <w:numPr>
          <w:ilvl w:val="0"/>
          <w:numId w:val="4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培育和践行社会主义核心价值观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学习本课程的意义和方法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追求远大理想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坚定崇高信念</w:t>
      </w:r>
    </w:p>
    <w:p w:rsidR="00644DD7" w:rsidRDefault="00644DD7">
      <w:pPr>
        <w:pStyle w:val="ListParagraph1"/>
        <w:numPr>
          <w:ilvl w:val="0"/>
          <w:numId w:val="6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理想信念与大学生成长成才</w:t>
      </w:r>
    </w:p>
    <w:p w:rsidR="00644DD7" w:rsidRDefault="00644DD7">
      <w:pPr>
        <w:pStyle w:val="ListParagraph1"/>
        <w:numPr>
          <w:ilvl w:val="0"/>
          <w:numId w:val="6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树立科学的理想信念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在实践中化理想为现实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弘扬中国精神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共筑精神家园</w:t>
      </w:r>
    </w:p>
    <w:p w:rsidR="00644DD7" w:rsidRDefault="00644DD7">
      <w:pPr>
        <w:pStyle w:val="ListParagraph1"/>
        <w:numPr>
          <w:ilvl w:val="0"/>
          <w:numId w:val="7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中国精神的传承与价值</w:t>
      </w:r>
    </w:p>
    <w:p w:rsidR="00644DD7" w:rsidRDefault="00644DD7">
      <w:pPr>
        <w:pStyle w:val="ListParagraph1"/>
        <w:numPr>
          <w:ilvl w:val="0"/>
          <w:numId w:val="7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以爱国主义为核心的民族精神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以改革创新为核心的时代精神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领悟人生真谛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创造人生价值</w:t>
      </w:r>
    </w:p>
    <w:p w:rsidR="00644DD7" w:rsidRDefault="00644DD7">
      <w:pPr>
        <w:pStyle w:val="ListParagraph1"/>
        <w:numPr>
          <w:ilvl w:val="0"/>
          <w:numId w:val="8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树立正确的人生观</w:t>
      </w:r>
    </w:p>
    <w:p w:rsidR="00644DD7" w:rsidRDefault="00644DD7">
      <w:pPr>
        <w:pStyle w:val="ListParagraph1"/>
        <w:numPr>
          <w:ilvl w:val="0"/>
          <w:numId w:val="8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创造有价值的认识</w:t>
      </w:r>
    </w:p>
    <w:p w:rsidR="00644DD7" w:rsidRDefault="00644DD7" w:rsidP="00CA17C1">
      <w:pPr>
        <w:ind w:firstLineChars="5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科学对待人生环境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注重道德传承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加强道德实践</w:t>
      </w:r>
    </w:p>
    <w:p w:rsidR="00644DD7" w:rsidRDefault="00644DD7">
      <w:pPr>
        <w:pStyle w:val="ListParagraph1"/>
        <w:numPr>
          <w:ilvl w:val="0"/>
          <w:numId w:val="9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道德及其历史发展</w:t>
      </w:r>
    </w:p>
    <w:p w:rsidR="00644DD7" w:rsidRDefault="00644DD7">
      <w:pPr>
        <w:pStyle w:val="ListParagraph1"/>
        <w:numPr>
          <w:ilvl w:val="0"/>
          <w:numId w:val="8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弘扬中华传统美德</w:t>
      </w:r>
    </w:p>
    <w:p w:rsidR="00644DD7" w:rsidRDefault="00644DD7">
      <w:pPr>
        <w:pStyle w:val="ListParagraph1"/>
        <w:numPr>
          <w:ilvl w:val="0"/>
          <w:numId w:val="8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继承与发扬中国革命道德</w:t>
      </w:r>
    </w:p>
    <w:p w:rsidR="00644DD7" w:rsidRDefault="00644DD7" w:rsidP="00CA17C1">
      <w:pPr>
        <w:ind w:firstLineChars="5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加强社会主义道德建设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遵守道德规范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锤炼高尚品格</w:t>
      </w:r>
    </w:p>
    <w:p w:rsidR="00644DD7" w:rsidRDefault="00644DD7">
      <w:pPr>
        <w:pStyle w:val="ListParagraph1"/>
        <w:numPr>
          <w:ilvl w:val="0"/>
          <w:numId w:val="10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社会公德</w:t>
      </w:r>
    </w:p>
    <w:p w:rsidR="00644DD7" w:rsidRDefault="00644DD7">
      <w:pPr>
        <w:pStyle w:val="ListParagraph1"/>
        <w:numPr>
          <w:ilvl w:val="0"/>
          <w:numId w:val="10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职业道德</w:t>
      </w:r>
    </w:p>
    <w:p w:rsidR="00644DD7" w:rsidRDefault="00644DD7">
      <w:pPr>
        <w:pStyle w:val="ListParagraph1"/>
        <w:numPr>
          <w:ilvl w:val="0"/>
          <w:numId w:val="10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家庭美德</w:t>
      </w:r>
    </w:p>
    <w:p w:rsidR="00644DD7" w:rsidRDefault="00644DD7" w:rsidP="00CA17C1">
      <w:pPr>
        <w:ind w:firstLineChars="5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个人美德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学习宪法法律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建设法治体系</w:t>
      </w:r>
    </w:p>
    <w:p w:rsidR="00644DD7" w:rsidRDefault="00644DD7">
      <w:pPr>
        <w:pStyle w:val="ListParagraph1"/>
        <w:numPr>
          <w:ilvl w:val="0"/>
          <w:numId w:val="1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法律的概念及发展</w:t>
      </w:r>
    </w:p>
    <w:p w:rsidR="00644DD7" w:rsidRDefault="00644DD7">
      <w:pPr>
        <w:pStyle w:val="ListParagraph1"/>
        <w:numPr>
          <w:ilvl w:val="0"/>
          <w:numId w:val="1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我国社会主义法律</w:t>
      </w:r>
    </w:p>
    <w:p w:rsidR="00644DD7" w:rsidRDefault="00644DD7">
      <w:pPr>
        <w:pStyle w:val="ListParagraph1"/>
        <w:numPr>
          <w:ilvl w:val="0"/>
          <w:numId w:val="1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我国的宪法与法律部门</w:t>
      </w:r>
    </w:p>
    <w:p w:rsidR="00644DD7" w:rsidRDefault="00644DD7" w:rsidP="00CA17C1">
      <w:pPr>
        <w:ind w:firstLineChars="5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建设中国特色社会主义法治体系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树立法治观念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尊重法律权威</w:t>
      </w:r>
    </w:p>
    <w:p w:rsidR="00644DD7" w:rsidRDefault="00644DD7">
      <w:pPr>
        <w:pStyle w:val="ListParagraph1"/>
        <w:numPr>
          <w:ilvl w:val="0"/>
          <w:numId w:val="1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树立社会主义法治观念</w:t>
      </w:r>
    </w:p>
    <w:p w:rsidR="00644DD7" w:rsidRDefault="00644DD7">
      <w:pPr>
        <w:pStyle w:val="ListParagraph1"/>
        <w:numPr>
          <w:ilvl w:val="0"/>
          <w:numId w:val="1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培养社会主义法治思维</w:t>
      </w:r>
    </w:p>
    <w:p w:rsidR="00644DD7" w:rsidRDefault="00644DD7" w:rsidP="00CA17C1">
      <w:pPr>
        <w:ind w:firstLineChars="5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尊重社会主义法治权威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行使法律权利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履行法律义务</w:t>
      </w:r>
    </w:p>
    <w:p w:rsidR="00644DD7" w:rsidRDefault="00644DD7">
      <w:pPr>
        <w:pStyle w:val="ListParagraph1"/>
        <w:numPr>
          <w:ilvl w:val="0"/>
          <w:numId w:val="13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法律权利与法律义务</w:t>
      </w:r>
    </w:p>
    <w:p w:rsidR="00644DD7" w:rsidRDefault="00644DD7">
      <w:pPr>
        <w:pStyle w:val="ListParagraph1"/>
        <w:numPr>
          <w:ilvl w:val="0"/>
          <w:numId w:val="1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我国宪法法律规定的权利与义务</w:t>
      </w:r>
    </w:p>
    <w:p w:rsidR="00644DD7" w:rsidRDefault="00644DD7">
      <w:pPr>
        <w:pStyle w:val="ListParagraph1"/>
        <w:numPr>
          <w:ilvl w:val="0"/>
          <w:numId w:val="1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依法行使权利与履行义务</w:t>
      </w:r>
    </w:p>
    <w:p w:rsidR="00644DD7" w:rsidRDefault="00644DD7" w:rsidP="00CA17C1">
      <w:pPr>
        <w:ind w:firstLine="31680"/>
        <w:rPr>
          <w:rFonts w:ascii="宋体" w:cs="Times New Roman"/>
        </w:rPr>
      </w:pPr>
    </w:p>
    <w:p w:rsidR="00644DD7" w:rsidRDefault="00644DD7" w:rsidP="00CA17C1">
      <w:pPr>
        <w:ind w:firstLine="31680"/>
        <w:rPr>
          <w:rFonts w:ascii="宋体" w:cs="Times New Roman"/>
        </w:rPr>
      </w:pP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同等学力加试科目：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中国近现代史纲要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导言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上编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从鸦片战争到五四运动前夜（</w:t>
      </w:r>
      <w:r>
        <w:rPr>
          <w:rFonts w:ascii="宋体" w:hAnsi="宋体" w:cs="宋体"/>
        </w:rPr>
        <w:t>1840-1919</w:t>
      </w:r>
      <w:r>
        <w:rPr>
          <w:rFonts w:ascii="宋体" w:hAnsi="宋体" w:cs="宋体" w:hint="eastAsia"/>
        </w:rPr>
        <w:t>）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综述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风云变幻的八十年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一、鸦片战争前的中国与世界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二、外国资本主义入侵与近代中国社会的半殖民地半封建性质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三、近代中国的主要矛盾和历史任务</w:t>
      </w:r>
    </w:p>
    <w:p w:rsidR="00644DD7" w:rsidRDefault="00644DD7">
      <w:pPr>
        <w:pStyle w:val="ListParagraph1"/>
        <w:numPr>
          <w:ilvl w:val="0"/>
          <w:numId w:val="14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反对外国侵略的斗争</w:t>
      </w:r>
    </w:p>
    <w:p w:rsidR="00644DD7" w:rsidRDefault="00644DD7">
      <w:pPr>
        <w:pStyle w:val="ListParagraph1"/>
        <w:numPr>
          <w:ilvl w:val="0"/>
          <w:numId w:val="1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资本</w:t>
      </w:r>
      <w:r>
        <w:rPr>
          <w:rFonts w:ascii="宋体" w:cs="宋体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帝国主义对中国的侵略</w:t>
      </w:r>
    </w:p>
    <w:p w:rsidR="00644DD7" w:rsidRDefault="00644DD7">
      <w:pPr>
        <w:pStyle w:val="ListParagraph1"/>
        <w:numPr>
          <w:ilvl w:val="0"/>
          <w:numId w:val="1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抵御外国武装侵略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争取民族独立的斗争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反侵略战争的失败与民族意识的觉醒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对国家出路的早期探索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农民群众斗争风暴的起落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洋务运动的兴衰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维新运动的兴起和夭折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辛亥革命与君主专制制度的终结</w:t>
      </w:r>
      <w:r>
        <w:rPr>
          <w:rFonts w:ascii="宋体" w:hAnsi="宋体" w:cs="宋体"/>
        </w:rPr>
        <w:t xml:space="preserve"> 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举起近代民族民主革命的旗帜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辛亥革命与建立民国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辛亥革命的失败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中编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从五四运动到新中国成立（</w:t>
      </w:r>
      <w:r>
        <w:rPr>
          <w:rFonts w:ascii="宋体" w:hAnsi="宋体" w:cs="宋体"/>
        </w:rPr>
        <w:t>1919-1949</w:t>
      </w:r>
      <w:r>
        <w:rPr>
          <w:rFonts w:ascii="宋体" w:hAnsi="宋体" w:cs="宋体" w:hint="eastAsia"/>
        </w:rPr>
        <w:t>）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综述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翻天覆地的三十年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一、中国所处的时代和国际环境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二、“三座大山”的重压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三、两个中国之命运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开天辟地的大事变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新文化运动和五四运动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马克思主义进一步传播与中国共产党诞生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中国革命的新局面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第五章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中国革命的新道路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对革命新道路的艰苦探索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中国革命在探索中曲折前进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第六章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中华民族的抗日战争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日本发动灭亡中国的侵略战争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从局部抗战到全国性抗战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国民党与抗日的正面战场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中国共产党成为抗日战争的中流砥柱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第五节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抗日战争的胜利及其原因和意义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第七章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为新中国而奋斗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从争取和平民主到进行自卫战争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国民党政府处在全民的包围中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中国共产党与民主党派的合作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创建人民民主专政的新中国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下编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从新中国成立到社会主义现代化建设新时期（</w:t>
      </w:r>
      <w:r>
        <w:rPr>
          <w:rFonts w:ascii="宋体" w:hAnsi="宋体" w:cs="宋体"/>
        </w:rPr>
        <w:t>1949-2015</w:t>
      </w:r>
      <w:r>
        <w:rPr>
          <w:rFonts w:ascii="宋体" w:hAnsi="宋体" w:cs="宋体" w:hint="eastAsia"/>
        </w:rPr>
        <w:t>）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综述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辉煌的历史进程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一、中华人民共和国的成立和中国进入社会主义初级阶段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二、新中国发展的两个历史时期及其相互关系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三、开创和发展中国特色社会主义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第八章社会主义基本制度在中国的确立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从新民主主义向社会主义过渡的开始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社会主义道路：历史和人民的选择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有中国特点的向社会主义过渡的道路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第九章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社会主义建设在探索中曲折发展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良好的开局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探索中的严重曲折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建设的成就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探索的成果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第十章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改革开放与现代化建设新时期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历史性的伟大转折和改革开放的起步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改革开放和现代化建设新局面的展开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中国特色社会主义事业的跨世纪发展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在新的历史起点上推进中国特色社会主义</w:t>
      </w:r>
    </w:p>
    <w:p w:rsidR="00644DD7" w:rsidRDefault="00644DD7" w:rsidP="00CA17C1">
      <w:pPr>
        <w:ind w:firstLineChars="100"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第五节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开拓中国特色社会主义更为广阔的发展前景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第六节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坚定不移沿着中国特色社会主义道路前进</w:t>
      </w:r>
    </w:p>
    <w:p w:rsidR="00644DD7" w:rsidRDefault="00644DD7" w:rsidP="00CA17C1">
      <w:pPr>
        <w:ind w:firstLine="31680"/>
        <w:rPr>
          <w:rFonts w:ascii="宋体" w:cs="Times New Roman"/>
        </w:rPr>
      </w:pP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当代世界经济与政治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一、当代世界政治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1.</w:t>
      </w:r>
      <w:r>
        <w:rPr>
          <w:rFonts w:ascii="宋体" w:hAnsi="宋体" w:cs="宋体" w:hint="eastAsia"/>
        </w:rPr>
        <w:t>战后两极格局瓦解的标志是什么</w:t>
      </w:r>
      <w:r>
        <w:rPr>
          <w:rFonts w:ascii="宋体" w:hAnsi="宋体" w:cs="宋体"/>
        </w:rPr>
        <w:t>?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2.</w:t>
      </w:r>
      <w:r>
        <w:rPr>
          <w:rFonts w:ascii="宋体" w:hAnsi="宋体" w:cs="宋体" w:hint="eastAsia"/>
        </w:rPr>
        <w:t>当今世界政治发展的基本特点是什么</w:t>
      </w:r>
      <w:r>
        <w:rPr>
          <w:rFonts w:ascii="宋体" w:hAnsi="宋体" w:cs="宋体"/>
        </w:rPr>
        <w:t>?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</w:rPr>
        <w:t>当今世界政治面临哪些主要问题</w:t>
      </w:r>
      <w:r>
        <w:rPr>
          <w:rFonts w:ascii="宋体" w:hAnsi="宋体" w:cs="宋体"/>
        </w:rPr>
        <w:t>?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4.</w:t>
      </w:r>
      <w:r>
        <w:rPr>
          <w:rFonts w:ascii="宋体" w:hAnsi="宋体" w:cs="宋体" w:hint="eastAsia"/>
        </w:rPr>
        <w:t>战后两极格局瓦解的标志是什么？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5.</w:t>
      </w:r>
      <w:r>
        <w:rPr>
          <w:rFonts w:ascii="宋体" w:hAnsi="宋体" w:cs="宋体" w:hint="eastAsia"/>
        </w:rPr>
        <w:t>你是如何认识雅尔塔体系的？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二、当代世界经济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1.</w:t>
      </w:r>
      <w:r>
        <w:rPr>
          <w:rFonts w:ascii="宋体" w:hAnsi="宋体" w:cs="宋体" w:hint="eastAsia"/>
        </w:rPr>
        <w:t>如何认识当今世界经济的主要特点？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 xml:space="preserve">2. </w:t>
      </w:r>
      <w:r>
        <w:rPr>
          <w:rFonts w:ascii="宋体" w:hAnsi="宋体" w:cs="宋体" w:hint="eastAsia"/>
        </w:rPr>
        <w:t>当今世界经济面临的焦点问题是什么？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三、发达资本主义国家经济与政治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 xml:space="preserve">1. </w:t>
      </w:r>
      <w:r>
        <w:rPr>
          <w:rFonts w:ascii="宋体" w:hAnsi="宋体" w:cs="宋体" w:hint="eastAsia"/>
        </w:rPr>
        <w:t>发达资本主义国家比较典型的经济模式有哪几种？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2.</w:t>
      </w:r>
      <w:r>
        <w:rPr>
          <w:rFonts w:ascii="宋体" w:hAnsi="宋体" w:cs="宋体" w:hint="eastAsia"/>
        </w:rPr>
        <w:t>简述主要资本主义国家政治体制的特色。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</w:rPr>
        <w:t>简述发达资本主义国家对外关系与对外政策的基本特征。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四、发展中国家的经济与政治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 xml:space="preserve">1. </w:t>
      </w:r>
      <w:r>
        <w:rPr>
          <w:rFonts w:ascii="宋体" w:hAnsi="宋体" w:cs="宋体" w:hint="eastAsia"/>
        </w:rPr>
        <w:t>发展中国家政治发展的主要问题是什么？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2.</w:t>
      </w:r>
      <w:r>
        <w:rPr>
          <w:rFonts w:ascii="宋体" w:hAnsi="宋体" w:cs="宋体" w:hint="eastAsia"/>
        </w:rPr>
        <w:t>发展中国家的经济发展面临哪些问题？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</w:rPr>
        <w:t>新世纪南北关系有哪些特点？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五、社会主义国家的经济与政治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 xml:space="preserve">1. </w:t>
      </w:r>
      <w:r>
        <w:rPr>
          <w:rFonts w:ascii="宋体" w:hAnsi="宋体" w:cs="宋体" w:hint="eastAsia"/>
        </w:rPr>
        <w:t>苏联东欧剧变的原因和历史教训是什么？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 xml:space="preserve">2. </w:t>
      </w:r>
      <w:r>
        <w:rPr>
          <w:rFonts w:ascii="宋体" w:hAnsi="宋体" w:cs="宋体" w:hint="eastAsia"/>
        </w:rPr>
        <w:t>如何正确认识社会主义发展的历史进程？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六、转型国家的经济与政治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什么是“颜色革命”？如何理解“颜色革命”？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七、当代国际舞台上的中国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 xml:space="preserve">1. </w:t>
      </w:r>
      <w:r>
        <w:rPr>
          <w:rFonts w:ascii="宋体" w:hAnsi="宋体" w:cs="宋体" w:hint="eastAsia"/>
        </w:rPr>
        <w:t>怎样看待中国在当今世界的地位和作用？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 xml:space="preserve">2. </w:t>
      </w:r>
      <w:r>
        <w:rPr>
          <w:rFonts w:ascii="宋体" w:hAnsi="宋体" w:cs="宋体" w:hint="eastAsia"/>
        </w:rPr>
        <w:t>如何看待中国当前的国际安全环境？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/>
        </w:rPr>
        <w:t xml:space="preserve">3. </w:t>
      </w:r>
      <w:r>
        <w:rPr>
          <w:rFonts w:ascii="宋体" w:hAnsi="宋体" w:cs="宋体" w:hint="eastAsia"/>
        </w:rPr>
        <w:t>结合国家利益这个概念谈谈冷战后中国新安全观的发展。</w:t>
      </w:r>
    </w:p>
    <w:p w:rsidR="00644DD7" w:rsidRDefault="00644DD7" w:rsidP="00CA17C1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八、当今时代主题与建立国际新秩序</w:t>
      </w:r>
    </w:p>
    <w:p w:rsidR="00644DD7" w:rsidRDefault="00644DD7" w:rsidP="0012417C">
      <w:pPr>
        <w:ind w:firstLine="31680"/>
        <w:rPr>
          <w:rFonts w:ascii="宋体" w:cs="Times New Roman"/>
        </w:rPr>
      </w:pPr>
      <w:r>
        <w:rPr>
          <w:rFonts w:ascii="宋体" w:hAnsi="宋体" w:cs="宋体" w:hint="eastAsia"/>
        </w:rPr>
        <w:t>简述中国的国际政治经济新秩序观。</w:t>
      </w:r>
    </w:p>
    <w:sectPr w:rsidR="00644DD7" w:rsidSect="00C9044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DD7" w:rsidRDefault="00644DD7" w:rsidP="0012417C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44DD7" w:rsidRDefault="00644DD7" w:rsidP="0012417C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D7" w:rsidRDefault="00644DD7" w:rsidP="00CA17C1">
    <w:pPr>
      <w:pStyle w:val="Footer"/>
      <w:ind w:firstLine="31680"/>
      <w:jc w:val="center"/>
      <w:rPr>
        <w:rFonts w:cs="Times New Roman"/>
      </w:rPr>
    </w:pPr>
    <w:fldSimple w:instr="PAGE   \* MERGEFORMAT">
      <w:r w:rsidRPr="00CA17C1">
        <w:rPr>
          <w:noProof/>
          <w:lang w:val="zh-CN"/>
        </w:rPr>
        <w:t>4</w:t>
      </w:r>
    </w:fldSimple>
  </w:p>
  <w:p w:rsidR="00644DD7" w:rsidRDefault="00644DD7" w:rsidP="0012417C">
    <w:pPr>
      <w:pStyle w:val="Footer"/>
      <w:ind w:firstLine="3168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DD7" w:rsidRDefault="00644DD7" w:rsidP="0012417C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44DD7" w:rsidRDefault="00644DD7" w:rsidP="0012417C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D7" w:rsidRDefault="00644DD7" w:rsidP="0012417C">
    <w:pPr>
      <w:pStyle w:val="Header"/>
      <w:ind w:firstLine="31680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5AAF"/>
    <w:multiLevelType w:val="multilevel"/>
    <w:tmpl w:val="0A685AAF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0B5E4D5F"/>
    <w:multiLevelType w:val="multilevel"/>
    <w:tmpl w:val="0B5E4D5F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2AD32893"/>
    <w:multiLevelType w:val="multilevel"/>
    <w:tmpl w:val="2AD32893"/>
    <w:lvl w:ilvl="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3DD66F3"/>
    <w:multiLevelType w:val="multilevel"/>
    <w:tmpl w:val="33DD66F3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36260291"/>
    <w:multiLevelType w:val="multilevel"/>
    <w:tmpl w:val="36260291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5">
    <w:nsid w:val="37E51D79"/>
    <w:multiLevelType w:val="multilevel"/>
    <w:tmpl w:val="37E51D79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6">
    <w:nsid w:val="413C6800"/>
    <w:multiLevelType w:val="multilevel"/>
    <w:tmpl w:val="413C6800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7">
    <w:nsid w:val="435B2EB2"/>
    <w:multiLevelType w:val="multilevel"/>
    <w:tmpl w:val="435B2EB2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4F924D0B"/>
    <w:multiLevelType w:val="multilevel"/>
    <w:tmpl w:val="4F924D0B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9">
    <w:nsid w:val="52A70B62"/>
    <w:multiLevelType w:val="multilevel"/>
    <w:tmpl w:val="52A70B62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59AC5D73"/>
    <w:multiLevelType w:val="multilevel"/>
    <w:tmpl w:val="59AC5D73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1">
    <w:nsid w:val="5FE221C7"/>
    <w:multiLevelType w:val="multilevel"/>
    <w:tmpl w:val="5FE221C7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12">
    <w:nsid w:val="6B2B176A"/>
    <w:multiLevelType w:val="multilevel"/>
    <w:tmpl w:val="6B2B176A"/>
    <w:lvl w:ilvl="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5760BF9"/>
    <w:multiLevelType w:val="multilevel"/>
    <w:tmpl w:val="75760BF9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4">
    <w:nsid w:val="7DBC7A8C"/>
    <w:multiLevelType w:val="multilevel"/>
    <w:tmpl w:val="7DBC7A8C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3"/>
  </w:num>
  <w:num w:numId="5">
    <w:abstractNumId w:val="2"/>
  </w:num>
  <w:num w:numId="6">
    <w:abstractNumId w:val="14"/>
  </w:num>
  <w:num w:numId="7">
    <w:abstractNumId w:val="0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9"/>
  </w:num>
  <w:num w:numId="13">
    <w:abstractNumId w:val="4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F8D"/>
    <w:rsid w:val="0000563A"/>
    <w:rsid w:val="00010F8D"/>
    <w:rsid w:val="00090D44"/>
    <w:rsid w:val="0012417C"/>
    <w:rsid w:val="00644DD7"/>
    <w:rsid w:val="0066798B"/>
    <w:rsid w:val="00686C28"/>
    <w:rsid w:val="006C6D7E"/>
    <w:rsid w:val="007371BF"/>
    <w:rsid w:val="00825072"/>
    <w:rsid w:val="00977BDD"/>
    <w:rsid w:val="00AE1EA4"/>
    <w:rsid w:val="00C90449"/>
    <w:rsid w:val="00CA17C1"/>
    <w:rsid w:val="00E90725"/>
    <w:rsid w:val="4E4C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90449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Calibri" w:hAnsi="Calibri" w:cs="Calibri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90449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90449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C90449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0449"/>
    <w:rPr>
      <w:sz w:val="18"/>
      <w:szCs w:val="18"/>
    </w:rPr>
  </w:style>
  <w:style w:type="paragraph" w:customStyle="1" w:styleId="ListParagraph1">
    <w:name w:val="List Paragraph1"/>
    <w:basedOn w:val="Normal"/>
    <w:uiPriority w:val="99"/>
    <w:rsid w:val="00C90449"/>
    <w:pPr>
      <w:adjustRightInd/>
      <w:snapToGrid/>
      <w:spacing w:line="240" w:lineRule="auto"/>
      <w:ind w:firstLine="420"/>
    </w:pPr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534</Words>
  <Characters>3045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考试大纲</dc:title>
  <dc:subject/>
  <dc:creator>jys</dc:creator>
  <cp:keywords/>
  <dc:description/>
  <cp:lastModifiedBy>User</cp:lastModifiedBy>
  <cp:revision>2</cp:revision>
  <dcterms:created xsi:type="dcterms:W3CDTF">2015-09-06T01:27:00Z</dcterms:created>
  <dcterms:modified xsi:type="dcterms:W3CDTF">2015-09-23T08:21:00Z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